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1EC40946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CC5435">
        <w:rPr>
          <w:rFonts w:cs="Arial"/>
          <w:color w:val="000000"/>
          <w:sz w:val="22"/>
        </w:rPr>
        <w:tab/>
      </w:r>
      <w:r w:rsidR="005C16C3">
        <w:rPr>
          <w:rFonts w:cs="Arial"/>
          <w:color w:val="000000"/>
          <w:sz w:val="22"/>
        </w:rPr>
        <w:t>2</w:t>
      </w:r>
      <w:r w:rsidR="0083015A">
        <w:rPr>
          <w:rFonts w:cs="Arial"/>
          <w:color w:val="000000"/>
          <w:sz w:val="22"/>
        </w:rPr>
        <w:t>3</w:t>
      </w:r>
      <w:r w:rsidR="00E0231B">
        <w:rPr>
          <w:rFonts w:cs="Arial"/>
          <w:color w:val="000000"/>
          <w:sz w:val="22"/>
        </w:rPr>
        <w:t>.0</w:t>
      </w:r>
      <w:r w:rsidR="0083015A">
        <w:rPr>
          <w:rFonts w:cs="Arial"/>
          <w:color w:val="000000"/>
          <w:sz w:val="22"/>
        </w:rPr>
        <w:t>2</w:t>
      </w:r>
      <w:r w:rsidRPr="00316376">
        <w:rPr>
          <w:rFonts w:cs="Arial"/>
          <w:color w:val="000000"/>
          <w:sz w:val="22"/>
        </w:rPr>
        <w:t>.202</w:t>
      </w:r>
      <w:r w:rsidR="005C16C3">
        <w:rPr>
          <w:rFonts w:cs="Arial"/>
          <w:color w:val="000000"/>
          <w:sz w:val="22"/>
        </w:rPr>
        <w:t>6</w:t>
      </w:r>
      <w:r w:rsidRPr="00316376">
        <w:rPr>
          <w:rFonts w:cs="Arial"/>
          <w:color w:val="000000"/>
          <w:sz w:val="22"/>
        </w:rPr>
        <w:t xml:space="preserve"> nr JV-MAA-1/</w:t>
      </w:r>
      <w:r w:rsidR="00C709DF">
        <w:rPr>
          <w:rFonts w:cs="Arial"/>
          <w:color w:val="000000"/>
          <w:sz w:val="22"/>
        </w:rPr>
        <w:t>734</w:t>
      </w:r>
    </w:p>
    <w:p w14:paraId="368F2702" w14:textId="77777777" w:rsidR="000505BA" w:rsidRDefault="000505BA" w:rsidP="000505BA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69F2191" w14:textId="77777777" w:rsidR="00C02D56" w:rsidRDefault="00C02D56" w:rsidP="000505BA">
      <w:pPr>
        <w:rPr>
          <w:rFonts w:cs="Arial"/>
          <w:color w:val="000000"/>
          <w:sz w:val="22"/>
        </w:rPr>
      </w:pP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p w14:paraId="04FF11C0" w14:textId="77777777" w:rsidR="00C02D56" w:rsidRDefault="00C02D56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</w:p>
    <w:p w14:paraId="34A29487" w14:textId="77777777" w:rsidR="00C02D56" w:rsidRDefault="00C02D56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</w:p>
    <w:tbl>
      <w:tblPr>
        <w:tblpPr w:leftFromText="180" w:rightFromText="180" w:vertAnchor="text" w:tblpX="137" w:tblpY="1"/>
        <w:tblOverlap w:val="never"/>
        <w:tblW w:w="9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0"/>
        <w:gridCol w:w="6224"/>
      </w:tblGrid>
      <w:tr w:rsidR="000505BA" w:rsidRPr="000B2E35" w14:paraId="5CF7D843" w14:textId="77777777" w:rsidTr="0038757D">
        <w:trPr>
          <w:trHeight w:val="417"/>
        </w:trPr>
        <w:tc>
          <w:tcPr>
            <w:tcW w:w="3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38757D">
        <w:trPr>
          <w:trHeight w:val="415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38757D">
        <w:trPr>
          <w:trHeight w:val="272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38757D">
        <w:trPr>
          <w:trHeight w:val="421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Õigustatud isiku poolne lepingu sõlmija nimi: volikirja alusel ANDRA McMANUS</w:t>
            </w:r>
          </w:p>
        </w:tc>
      </w:tr>
      <w:tr w:rsidR="000505BA" w:rsidRPr="000B2E35" w14:paraId="1AF6F3F7" w14:textId="77777777" w:rsidTr="0038757D">
        <w:trPr>
          <w:trHeight w:val="615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38757D">
        <w:trPr>
          <w:trHeight w:val="94"/>
        </w:trPr>
        <w:tc>
          <w:tcPr>
            <w:tcW w:w="30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41D22CC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Nimi 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Kristjan Ott</w:t>
            </w:r>
          </w:p>
        </w:tc>
      </w:tr>
      <w:tr w:rsidR="000505BA" w:rsidRPr="000B2E35" w14:paraId="514FD04C" w14:textId="77777777" w:rsidTr="0038757D">
        <w:trPr>
          <w:trHeight w:val="93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378EEA" w14:textId="4526F1A2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hyperlink r:id="rId12" w:history="1">
              <w:r w:rsidR="00933269" w:rsidRPr="00F947B6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kristjan.ott@elektrilevi.ee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;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telefon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 58 627 141</w:t>
            </w:r>
          </w:p>
          <w:p w14:paraId="71728471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38757D">
        <w:trPr>
          <w:trHeight w:val="93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655F3439" w:rsidR="000505BA" w:rsidRPr="000B2E35" w:rsidRDefault="00EF56E3" w:rsidP="0038757D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C26BE7">
              <w:rPr>
                <w:rFonts w:ascii="Calibri" w:eastAsia="Calibri" w:hAnsi="Calibri"/>
                <w:sz w:val="22"/>
                <w:szCs w:val="22"/>
                <w:lang w:val="et-EE"/>
              </w:rPr>
              <w:t>ga liitumine</w:t>
            </w:r>
          </w:p>
        </w:tc>
      </w:tr>
      <w:tr w:rsidR="000505BA" w:rsidRPr="000B2E35" w14:paraId="4433B2A0" w14:textId="77777777" w:rsidTr="0038757D">
        <w:trPr>
          <w:trHeight w:val="155"/>
        </w:trPr>
        <w:tc>
          <w:tcPr>
            <w:tcW w:w="3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38757D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7A1D69" w:rsidRPr="000B2E35" w14:paraId="1C1FBBD3" w14:textId="77777777" w:rsidTr="0038757D">
        <w:trPr>
          <w:trHeight w:val="580"/>
        </w:trPr>
        <w:tc>
          <w:tcPr>
            <w:tcW w:w="3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7A1D69" w:rsidRPr="000B2E35" w:rsidRDefault="007A1D69" w:rsidP="007A1D69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7A1D69" w:rsidRPr="000B2E35" w:rsidRDefault="007A1D69" w:rsidP="007A1D69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BE2F00C" w14:textId="0C6C750D" w:rsidR="007A1D69" w:rsidRPr="000B2E35" w:rsidRDefault="007A1D69" w:rsidP="0083015A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Projekti nimetus ja number</w:t>
            </w:r>
            <w:r>
              <w:rPr>
                <w:rFonts w:ascii="Times New Roman" w:hAnsi="Times New Roman"/>
                <w:lang w:val="et-EE"/>
              </w:rPr>
              <w:t>:</w:t>
            </w:r>
            <w:r w:rsidR="0083015A" w:rsidRPr="0083015A">
              <w:rPr>
                <w:rFonts w:ascii="Times New Roman" w:hAnsi="Times New Roman"/>
                <w:lang w:val="et-EE"/>
              </w:rPr>
              <w:t xml:space="preserve"> „T-29 Märjamaa uue Kaalumaja ristmiku valgustuse madalpingel liitumine 4 Tallinn-Pärnu-Ikla tee Orgita küla, Märjamaa vald, Rapla maakond LC4410“</w:t>
            </w:r>
          </w:p>
        </w:tc>
      </w:tr>
      <w:tr w:rsidR="007A1D69" w:rsidRPr="000B2E35" w14:paraId="70389172" w14:textId="77777777" w:rsidTr="0038757D">
        <w:trPr>
          <w:trHeight w:val="580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7A1D69" w:rsidRPr="000B2E35" w:rsidRDefault="007A1D69" w:rsidP="007A1D69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B93E587" w14:textId="0130C6C9" w:rsidR="007A1D69" w:rsidRPr="007A2F74" w:rsidRDefault="007A1D69" w:rsidP="007A1D69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Projekti koostaja</w:t>
            </w:r>
            <w:r>
              <w:rPr>
                <w:rFonts w:ascii="Times New Roman" w:hAnsi="Times New Roman"/>
                <w:lang w:val="et-EE"/>
              </w:rPr>
              <w:t>:</w:t>
            </w:r>
            <w:r w:rsidRPr="00F966B4">
              <w:rPr>
                <w:rFonts w:ascii="Times New Roman" w:hAnsi="Times New Roman"/>
                <w:lang w:val="et-EE"/>
              </w:rPr>
              <w:t xml:space="preserve"> </w:t>
            </w:r>
            <w:r>
              <w:t xml:space="preserve"> </w:t>
            </w:r>
            <w:r w:rsidR="0083015A">
              <w:rPr>
                <w:rFonts w:ascii="Times New Roman" w:hAnsi="Times New Roman"/>
                <w:lang w:val="et-EE"/>
              </w:rPr>
              <w:t xml:space="preserve">Egle </w:t>
            </w:r>
            <w:proofErr w:type="spellStart"/>
            <w:r w:rsidR="0083015A">
              <w:rPr>
                <w:rFonts w:ascii="Times New Roman" w:hAnsi="Times New Roman"/>
                <w:lang w:val="et-EE"/>
              </w:rPr>
              <w:t>Ninep</w:t>
            </w:r>
            <w:proofErr w:type="spellEnd"/>
            <w:r w:rsidR="0083015A">
              <w:rPr>
                <w:rFonts w:ascii="Times New Roman" w:hAnsi="Times New Roman"/>
                <w:lang w:val="et-EE"/>
              </w:rPr>
              <w:t>- Kaselt</w:t>
            </w:r>
          </w:p>
          <w:p w14:paraId="03D9515A" w14:textId="77777777" w:rsidR="007A1D69" w:rsidRPr="0048654C" w:rsidRDefault="007A1D69" w:rsidP="007A1D69">
            <w:pPr>
              <w:rPr>
                <w:rFonts w:ascii="Times New Roman" w:hAnsi="Times New Roman"/>
                <w:lang w:val="et-EE"/>
              </w:rPr>
            </w:pPr>
            <w:r w:rsidRPr="0048654C">
              <w:rPr>
                <w:rFonts w:ascii="Times New Roman" w:hAnsi="Times New Roman"/>
                <w:lang w:val="et-EE"/>
              </w:rPr>
              <w:t>Enersense A</w:t>
            </w:r>
            <w:r>
              <w:rPr>
                <w:rFonts w:ascii="Times New Roman" w:hAnsi="Times New Roman"/>
                <w:lang w:val="et-EE"/>
              </w:rPr>
              <w:t>S</w:t>
            </w:r>
            <w:r w:rsidRPr="0048654C">
              <w:rPr>
                <w:rFonts w:ascii="Times New Roman" w:hAnsi="Times New Roman"/>
                <w:lang w:val="et-EE"/>
              </w:rPr>
              <w:t xml:space="preserve"> </w:t>
            </w:r>
          </w:p>
          <w:p w14:paraId="293EFB39" w14:textId="5102D0E4" w:rsidR="007A1D69" w:rsidRPr="000B2E35" w:rsidRDefault="0083015A" w:rsidP="007A1D69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Egle.ninep</w:t>
            </w:r>
            <w:r w:rsidR="007A1D69" w:rsidRPr="0048654C">
              <w:rPr>
                <w:rFonts w:ascii="Times New Roman" w:hAnsi="Times New Roman"/>
                <w:lang w:val="et-EE"/>
              </w:rPr>
              <w:t>@enersense.com</w:t>
            </w:r>
          </w:p>
        </w:tc>
      </w:tr>
      <w:tr w:rsidR="007A1D69" w:rsidRPr="000B2E35" w14:paraId="7C575D97" w14:textId="77777777" w:rsidTr="0038757D">
        <w:trPr>
          <w:trHeight w:val="580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7A1D69" w:rsidRPr="000B2E35" w:rsidRDefault="007A1D69" w:rsidP="007A1D69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A9E7767" w14:textId="5DE71256" w:rsidR="007A1D69" w:rsidRPr="00B003A7" w:rsidRDefault="007A1D69" w:rsidP="007A1D69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B003A7">
              <w:rPr>
                <w:rFonts w:ascii="Times New Roman" w:hAnsi="Times New Roman"/>
                <w:lang w:val="et-EE"/>
              </w:rPr>
              <w:t xml:space="preserve">Transpordiameti kooskõlastuse vastuskirja kuupäev ja number: </w:t>
            </w:r>
            <w:r w:rsidRPr="00B003A7">
              <w:rPr>
                <w:rFonts w:ascii="Times New Roman" w:hAnsi="Times New Roman"/>
              </w:rPr>
              <w:t xml:space="preserve"> </w:t>
            </w:r>
            <w:r w:rsidR="0083015A">
              <w:rPr>
                <w:rFonts w:ascii="Times New Roman" w:hAnsi="Times New Roman"/>
              </w:rPr>
              <w:t>09</w:t>
            </w:r>
            <w:r w:rsidRPr="00B003A7">
              <w:rPr>
                <w:rFonts w:ascii="Times New Roman" w:hAnsi="Times New Roman"/>
                <w:lang w:val="et-EE"/>
              </w:rPr>
              <w:t>.</w:t>
            </w:r>
            <w:r w:rsidR="0083015A">
              <w:rPr>
                <w:rFonts w:ascii="Times New Roman" w:hAnsi="Times New Roman"/>
                <w:lang w:val="et-EE"/>
              </w:rPr>
              <w:t>0</w:t>
            </w:r>
            <w:r w:rsidR="00822BB5">
              <w:rPr>
                <w:rFonts w:ascii="Times New Roman" w:hAnsi="Times New Roman"/>
                <w:lang w:val="et-EE"/>
              </w:rPr>
              <w:t>2</w:t>
            </w:r>
            <w:r w:rsidRPr="00B003A7">
              <w:rPr>
                <w:rFonts w:ascii="Times New Roman" w:hAnsi="Times New Roman"/>
                <w:lang w:val="et-EE"/>
              </w:rPr>
              <w:t>.202</w:t>
            </w:r>
            <w:r w:rsidR="0083015A">
              <w:rPr>
                <w:rFonts w:ascii="Times New Roman" w:hAnsi="Times New Roman"/>
                <w:lang w:val="et-EE"/>
              </w:rPr>
              <w:t>6</w:t>
            </w:r>
            <w:r w:rsidRPr="00B003A7">
              <w:rPr>
                <w:rFonts w:ascii="Times New Roman" w:hAnsi="Times New Roman"/>
                <w:lang w:val="et-EE"/>
              </w:rPr>
              <w:t xml:space="preserve">  nr 7.1-2/2</w:t>
            </w:r>
            <w:r w:rsidR="0083015A">
              <w:rPr>
                <w:rFonts w:ascii="Times New Roman" w:hAnsi="Times New Roman"/>
                <w:lang w:val="et-EE"/>
              </w:rPr>
              <w:t>6</w:t>
            </w:r>
            <w:r w:rsidRPr="00B003A7">
              <w:rPr>
                <w:rFonts w:ascii="Times New Roman" w:hAnsi="Times New Roman"/>
                <w:lang w:val="et-EE"/>
              </w:rPr>
              <w:t>/</w:t>
            </w:r>
            <w:r w:rsidR="00A23077">
              <w:rPr>
                <w:rFonts w:ascii="Times New Roman" w:hAnsi="Times New Roman"/>
                <w:lang w:val="et-EE"/>
              </w:rPr>
              <w:t>2</w:t>
            </w:r>
            <w:r w:rsidR="0083015A">
              <w:rPr>
                <w:rFonts w:ascii="Times New Roman" w:hAnsi="Times New Roman"/>
                <w:lang w:val="et-EE"/>
              </w:rPr>
              <w:t>1571</w:t>
            </w:r>
            <w:r w:rsidR="00A23077">
              <w:rPr>
                <w:rFonts w:ascii="Times New Roman" w:hAnsi="Times New Roman"/>
                <w:lang w:val="et-EE"/>
              </w:rPr>
              <w:t>-</w:t>
            </w:r>
            <w:r w:rsidR="0083015A">
              <w:rPr>
                <w:rFonts w:ascii="Times New Roman" w:hAnsi="Times New Roman"/>
                <w:lang w:val="et-EE"/>
              </w:rPr>
              <w:t>4</w:t>
            </w:r>
          </w:p>
        </w:tc>
      </w:tr>
      <w:tr w:rsidR="000505BA" w:rsidRPr="000B2E35" w14:paraId="5C928269" w14:textId="77777777" w:rsidTr="0038757D">
        <w:trPr>
          <w:trHeight w:val="312"/>
        </w:trPr>
        <w:tc>
          <w:tcPr>
            <w:tcW w:w="3090" w:type="dxa"/>
            <w:vMerge w:val="restart"/>
          </w:tcPr>
          <w:p w14:paraId="3EAE6C62" w14:textId="77777777" w:rsidR="000505BA" w:rsidRDefault="000505BA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38757D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38757D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A0B79B" w14:textId="77777777" w:rsidR="00C91854" w:rsidRDefault="00C91854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8BD26F" w14:textId="77777777" w:rsidR="000505BA" w:rsidRDefault="000505BA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541641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561DD126" w14:textId="6DE61ED4" w:rsidR="00FE7954" w:rsidRDefault="0083015A" w:rsidP="0038757D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 xml:space="preserve">Orgita- </w:t>
            </w:r>
            <w:proofErr w:type="spellStart"/>
            <w:r>
              <w:rPr>
                <w:rFonts w:ascii="Times New Roman" w:hAnsi="Times New Roman"/>
                <w:b/>
                <w:lang w:val="et-EE"/>
              </w:rPr>
              <w:t>Päädeva</w:t>
            </w:r>
            <w:proofErr w:type="spellEnd"/>
            <w:r w:rsidR="00FB31D7">
              <w:rPr>
                <w:rFonts w:ascii="Times New Roman" w:hAnsi="Times New Roman"/>
                <w:b/>
                <w:lang w:val="et-EE"/>
              </w:rPr>
              <w:t xml:space="preserve"> tee</w:t>
            </w:r>
            <w:r>
              <w:rPr>
                <w:rFonts w:ascii="Times New Roman" w:hAnsi="Times New Roman"/>
                <w:b/>
                <w:lang w:val="et-EE"/>
              </w:rPr>
              <w:t xml:space="preserve"> L12</w:t>
            </w:r>
          </w:p>
          <w:p w14:paraId="51DE69ED" w14:textId="77777777" w:rsidR="000505BA" w:rsidRPr="008E5621" w:rsidRDefault="000505BA" w:rsidP="0038757D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38757D">
        <w:trPr>
          <w:trHeight w:val="415"/>
        </w:trPr>
        <w:tc>
          <w:tcPr>
            <w:tcW w:w="3090" w:type="dxa"/>
            <w:vMerge/>
            <w:tcBorders>
              <w:bottom w:val="single" w:sz="4" w:space="0" w:color="000000"/>
            </w:tcBorders>
            <w:hideMark/>
          </w:tcPr>
          <w:p w14:paraId="7BA1E3C3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28C8BF5" w14:textId="7F319805" w:rsidR="005C2D13" w:rsidRDefault="00020A36" w:rsidP="002F17E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Katastritunnus: </w:t>
            </w:r>
            <w:r>
              <w:t xml:space="preserve"> </w:t>
            </w:r>
            <w:r>
              <w:rPr>
                <w:rFonts w:ascii="Times New Roman" w:hAnsi="Times New Roman"/>
                <w:lang w:val="et-EE"/>
              </w:rPr>
              <w:t>50</w:t>
            </w:r>
            <w:r w:rsidR="00D106E6">
              <w:rPr>
                <w:rFonts w:ascii="Times New Roman" w:hAnsi="Times New Roman"/>
                <w:lang w:val="et-EE"/>
              </w:rPr>
              <w:t>2</w:t>
            </w:r>
            <w:r>
              <w:rPr>
                <w:rFonts w:ascii="Times New Roman" w:hAnsi="Times New Roman"/>
                <w:lang w:val="et-EE"/>
              </w:rPr>
              <w:t>01:001:0</w:t>
            </w:r>
            <w:r w:rsidR="0083015A">
              <w:rPr>
                <w:rFonts w:ascii="Times New Roman" w:hAnsi="Times New Roman"/>
                <w:lang w:val="et-EE"/>
              </w:rPr>
              <w:t>626</w:t>
            </w:r>
          </w:p>
          <w:p w14:paraId="57F182D7" w14:textId="47E9E993" w:rsidR="005C2D13" w:rsidRDefault="00C26AB8" w:rsidP="002F17E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Kinnistu registriosa number: </w:t>
            </w:r>
            <w:r w:rsidRPr="00201752">
              <w:rPr>
                <w:rFonts w:ascii="Times New Roman" w:hAnsi="Times New Roman"/>
                <w:lang w:val="et-EE"/>
              </w:rPr>
              <w:tab/>
            </w:r>
            <w:r>
              <w:rPr>
                <w:rFonts w:ascii="Times New Roman" w:hAnsi="Times New Roman"/>
                <w:lang w:val="et-EE"/>
              </w:rPr>
              <w:t>2</w:t>
            </w:r>
            <w:r w:rsidR="006500B1">
              <w:rPr>
                <w:rFonts w:ascii="Times New Roman" w:hAnsi="Times New Roman"/>
                <w:lang w:val="et-EE"/>
              </w:rPr>
              <w:t>63001</w:t>
            </w:r>
            <w:r>
              <w:rPr>
                <w:rFonts w:ascii="Times New Roman" w:hAnsi="Times New Roman"/>
                <w:lang w:val="et-EE"/>
              </w:rPr>
              <w:t>50</w:t>
            </w:r>
          </w:p>
          <w:p w14:paraId="33BCBFF1" w14:textId="1B2B3B5B" w:rsidR="00C26AB8" w:rsidRPr="00BB6882" w:rsidRDefault="007F5D8E" w:rsidP="002F17E4">
            <w:pPr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Riigi kinnisvararegistri objekti kood</w:t>
            </w:r>
            <w:r>
              <w:rPr>
                <w:rFonts w:ascii="Times New Roman" w:hAnsi="Times New Roman"/>
                <w:color w:val="000000" w:themeColor="text1"/>
                <w:lang w:val="et-EE"/>
              </w:rPr>
              <w:t xml:space="preserve">: </w:t>
            </w:r>
            <w:r w:rsidR="00065054" w:rsidRPr="00BB6882">
              <w:rPr>
                <w:rFonts w:ascii="Times New Roman" w:hAnsi="Times New Roman"/>
              </w:rPr>
              <w:t>KV11</w:t>
            </w:r>
            <w:r w:rsidR="006500B1">
              <w:rPr>
                <w:rFonts w:ascii="Times New Roman" w:hAnsi="Times New Roman"/>
              </w:rPr>
              <w:t>7546</w:t>
            </w:r>
          </w:p>
          <w:p w14:paraId="6B1C5EE2" w14:textId="77777777" w:rsidR="00FB0C46" w:rsidRPr="00F966B4" w:rsidRDefault="00FB0C46" w:rsidP="00FB0C46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Kasutusõiguse sisu:  </w:t>
            </w:r>
          </w:p>
          <w:p w14:paraId="3A70F83E" w14:textId="251E7A98" w:rsidR="00FB0C46" w:rsidRPr="00F966B4" w:rsidRDefault="00FB0C46" w:rsidP="00FB0C46">
            <w:p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POS </w:t>
            </w:r>
            <w:r w:rsidR="006500B1">
              <w:rPr>
                <w:rFonts w:ascii="Times New Roman" w:hAnsi="Times New Roman"/>
                <w:lang w:val="et-EE"/>
              </w:rPr>
              <w:t>2</w:t>
            </w:r>
            <w:r>
              <w:rPr>
                <w:rFonts w:ascii="Times New Roman" w:hAnsi="Times New Roman"/>
                <w:lang w:val="et-EE"/>
              </w:rPr>
              <w:t xml:space="preserve"> </w:t>
            </w:r>
            <w:r w:rsidRPr="00F966B4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1AF02AFB" w14:textId="4563ADB1" w:rsidR="00FB0C46" w:rsidRPr="00EA665A" w:rsidRDefault="00FB0C46" w:rsidP="00FB0C46">
            <w:pPr>
              <w:rPr>
                <w:rFonts w:ascii="Times New Roman" w:hAnsi="Times New Roman"/>
                <w:lang w:val="et-EE"/>
              </w:rPr>
            </w:pPr>
            <w:r w:rsidRPr="00EA665A">
              <w:rPr>
                <w:rFonts w:ascii="Times New Roman" w:hAnsi="Times New Roman"/>
                <w:lang w:val="et-EE"/>
              </w:rPr>
              <w:t xml:space="preserve">Ruumikuju andmed: PARI ID  </w:t>
            </w:r>
            <w:r w:rsidRPr="00EA665A">
              <w:rPr>
                <w:rFonts w:ascii="Times New Roman" w:hAnsi="Times New Roman"/>
                <w:color w:val="000000"/>
                <w:spacing w:val="2"/>
                <w:sz w:val="21"/>
                <w:szCs w:val="21"/>
              </w:rPr>
              <w:t xml:space="preserve"> </w:t>
            </w:r>
            <w:r w:rsidR="004256CB">
              <w:rPr>
                <w:rFonts w:ascii="Times New Roman" w:hAnsi="Times New Roman"/>
                <w:color w:val="000000"/>
                <w:spacing w:val="2"/>
              </w:rPr>
              <w:t>10</w:t>
            </w:r>
            <w:r w:rsidR="006500B1">
              <w:rPr>
                <w:rFonts w:ascii="Times New Roman" w:hAnsi="Times New Roman"/>
                <w:color w:val="000000"/>
                <w:spacing w:val="2"/>
              </w:rPr>
              <w:t>81543</w:t>
            </w:r>
          </w:p>
          <w:p w14:paraId="653050DC" w14:textId="63F048DC" w:rsidR="006500B1" w:rsidRDefault="006500B1" w:rsidP="004256CB">
            <w:pPr>
              <w:rPr>
                <w:rFonts w:ascii="Times New Roman" w:hAnsi="Times New Roman"/>
                <w:lang w:val="et-EE"/>
              </w:rPr>
            </w:pPr>
            <w:hyperlink r:id="rId13" w:history="1">
              <w:r w:rsidRPr="00AD6E30">
                <w:rPr>
                  <w:rStyle w:val="Hyperlink"/>
                  <w:rFonts w:ascii="Times New Roman" w:hAnsi="Times New Roman"/>
                  <w:lang w:val="et-EE"/>
                </w:rPr>
                <w:t>https://pari.kataster.ee/magic-link/f551b770-b4e6-4f82-89c8-87c1b23dc216</w:t>
              </w:r>
            </w:hyperlink>
          </w:p>
          <w:p w14:paraId="5DEE8008" w14:textId="77777777" w:rsidR="006500B1" w:rsidRDefault="006500B1" w:rsidP="004256CB">
            <w:pPr>
              <w:rPr>
                <w:rFonts w:ascii="Times New Roman" w:hAnsi="Times New Roman"/>
                <w:lang w:val="et-EE"/>
              </w:rPr>
            </w:pPr>
          </w:p>
          <w:p w14:paraId="1EDDACD9" w14:textId="3E5B3280" w:rsidR="006861F8" w:rsidRPr="005C2D13" w:rsidRDefault="006861F8" w:rsidP="004256CB">
            <w:pPr>
              <w:rPr>
                <w:rFonts w:ascii="Times New Roman" w:hAnsi="Times New Roman"/>
                <w:lang w:val="et-EE"/>
              </w:rPr>
            </w:pPr>
          </w:p>
        </w:tc>
      </w:tr>
      <w:tr w:rsidR="007B26A1" w:rsidRPr="008E5621" w14:paraId="6FB073D6" w14:textId="77777777" w:rsidTr="0038757D">
        <w:trPr>
          <w:trHeight w:val="312"/>
        </w:trPr>
        <w:tc>
          <w:tcPr>
            <w:tcW w:w="3090" w:type="dxa"/>
            <w:vMerge w:val="restart"/>
          </w:tcPr>
          <w:p w14:paraId="1199D231" w14:textId="4DFD1CC4" w:rsidR="007B26A1" w:rsidRDefault="00EC1795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lastRenderedPageBreak/>
              <w:t>2</w:t>
            </w:r>
            <w:r w:rsidR="007B26A1"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="007B26A1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 w:rsidR="007B26A1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="007B26A1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552156A0" w14:textId="77777777" w:rsidR="007B26A1" w:rsidRPr="008342C4" w:rsidRDefault="007B26A1" w:rsidP="0038757D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7B051422" w14:textId="13A6CE4F" w:rsidR="007B26A1" w:rsidRPr="008342C4" w:rsidRDefault="00E04976" w:rsidP="0038757D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2</w:t>
            </w:r>
            <w:r w:rsidR="007B26A1">
              <w:rPr>
                <w:rFonts w:ascii="Times New Roman" w:hAnsi="Times New Roman"/>
                <w:sz w:val="22"/>
                <w:szCs w:val="22"/>
                <w:lang w:val="et-EE"/>
              </w:rPr>
              <w:t>.1.</w:t>
            </w:r>
            <w:r w:rsidR="007B26A1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0CE25EA8" w14:textId="77777777" w:rsidR="007B26A1" w:rsidRDefault="007B26A1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35601B6" w14:textId="77777777" w:rsidR="007B26A1" w:rsidRDefault="007B26A1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58C832C" w14:textId="77777777" w:rsidR="007B26A1" w:rsidRDefault="007B26A1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A9129F1" w14:textId="77777777" w:rsidR="007B26A1" w:rsidRDefault="007B26A1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E02DF3D" w14:textId="77777777" w:rsidR="007B26A1" w:rsidRDefault="007B26A1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F3AF515" w14:textId="77777777" w:rsidR="007B26A1" w:rsidRDefault="007B26A1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3D9233C" w14:textId="77777777" w:rsidR="007B26A1" w:rsidRDefault="007B26A1" w:rsidP="0038757D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C299154" w14:textId="77777777" w:rsidR="007B26A1" w:rsidRPr="008342C4" w:rsidRDefault="007B26A1" w:rsidP="0038757D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658663D3" w14:textId="6DC8AB33" w:rsidR="007B26A1" w:rsidRPr="00FB31D7" w:rsidRDefault="00FB31D7" w:rsidP="00FB31D7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4 Tallinn-Pärnu-Ikla tee</w:t>
            </w:r>
          </w:p>
        </w:tc>
      </w:tr>
      <w:tr w:rsidR="007B26A1" w:rsidRPr="000B2E35" w14:paraId="0AB8C64F" w14:textId="77777777" w:rsidTr="0038757D">
        <w:trPr>
          <w:trHeight w:val="415"/>
        </w:trPr>
        <w:tc>
          <w:tcPr>
            <w:tcW w:w="3090" w:type="dxa"/>
            <w:vMerge/>
            <w:tcBorders>
              <w:bottom w:val="single" w:sz="4" w:space="0" w:color="000000"/>
            </w:tcBorders>
            <w:hideMark/>
          </w:tcPr>
          <w:p w14:paraId="5F58BEF1" w14:textId="77777777" w:rsidR="007B26A1" w:rsidRPr="000B2E35" w:rsidRDefault="007B26A1" w:rsidP="0038757D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62A38DB0" w14:textId="72AF5ABF" w:rsidR="00541641" w:rsidRDefault="00541641" w:rsidP="00541641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Katastritunnus: </w:t>
            </w:r>
            <w:r>
              <w:t xml:space="preserve"> </w:t>
            </w:r>
            <w:r>
              <w:rPr>
                <w:rFonts w:ascii="Times New Roman" w:hAnsi="Times New Roman"/>
                <w:lang w:val="et-EE"/>
              </w:rPr>
              <w:t>50</w:t>
            </w:r>
            <w:r w:rsidR="006500B1">
              <w:rPr>
                <w:rFonts w:ascii="Times New Roman" w:hAnsi="Times New Roman"/>
                <w:lang w:val="et-EE"/>
              </w:rPr>
              <w:t>201</w:t>
            </w:r>
            <w:r>
              <w:rPr>
                <w:rFonts w:ascii="Times New Roman" w:hAnsi="Times New Roman"/>
                <w:lang w:val="et-EE"/>
              </w:rPr>
              <w:t>:001:0</w:t>
            </w:r>
            <w:r w:rsidR="006500B1">
              <w:rPr>
                <w:rFonts w:ascii="Times New Roman" w:hAnsi="Times New Roman"/>
                <w:lang w:val="et-EE"/>
              </w:rPr>
              <w:t>628</w:t>
            </w:r>
          </w:p>
          <w:p w14:paraId="377F92D9" w14:textId="55314A8A" w:rsidR="00541641" w:rsidRDefault="00541641" w:rsidP="00541641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Kinnistu registriosa number: </w:t>
            </w:r>
            <w:r w:rsidRPr="00201752">
              <w:rPr>
                <w:rFonts w:ascii="Times New Roman" w:hAnsi="Times New Roman"/>
                <w:lang w:val="et-EE"/>
              </w:rPr>
              <w:tab/>
            </w:r>
            <w:r w:rsidR="006500B1">
              <w:rPr>
                <w:rFonts w:ascii="Times New Roman" w:hAnsi="Times New Roman"/>
                <w:lang w:val="et-EE"/>
              </w:rPr>
              <w:t>263000</w:t>
            </w:r>
            <w:r>
              <w:rPr>
                <w:rFonts w:ascii="Times New Roman" w:hAnsi="Times New Roman"/>
                <w:lang w:val="et-EE"/>
              </w:rPr>
              <w:t>50</w:t>
            </w:r>
          </w:p>
          <w:p w14:paraId="5B446359" w14:textId="388F4EDF" w:rsidR="00710AE7" w:rsidRDefault="00541641" w:rsidP="00541641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Riigi kinnisvararegistri objekti kood</w:t>
            </w:r>
            <w:r>
              <w:rPr>
                <w:rFonts w:ascii="Times New Roman" w:hAnsi="Times New Roman"/>
                <w:color w:val="000000" w:themeColor="text1"/>
                <w:lang w:val="et-EE"/>
              </w:rPr>
              <w:t>:</w:t>
            </w:r>
            <w:r w:rsidR="00FA4C83">
              <w:rPr>
                <w:rFonts w:ascii="Times New Roman" w:hAnsi="Times New Roman"/>
                <w:color w:val="000000" w:themeColor="text1"/>
                <w:lang w:val="et-EE"/>
              </w:rPr>
              <w:t xml:space="preserve"> </w:t>
            </w:r>
            <w:r w:rsidR="000A661D" w:rsidRPr="00435829">
              <w:rPr>
                <w:rFonts w:ascii="Times New Roman" w:hAnsi="Times New Roman"/>
              </w:rPr>
              <w:t>KV</w:t>
            </w:r>
            <w:r w:rsidR="006500B1">
              <w:rPr>
                <w:rFonts w:ascii="Times New Roman" w:hAnsi="Times New Roman"/>
              </w:rPr>
              <w:t>117545</w:t>
            </w:r>
          </w:p>
          <w:p w14:paraId="63D49F52" w14:textId="4CFE8515" w:rsidR="00541641" w:rsidRPr="00F966B4" w:rsidRDefault="00541641" w:rsidP="00541641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Kasutusõiguse sisu:  </w:t>
            </w:r>
          </w:p>
          <w:p w14:paraId="6EF10845" w14:textId="3EB5DFCF" w:rsidR="00541641" w:rsidRPr="00F966B4" w:rsidRDefault="00541641" w:rsidP="00541641">
            <w:p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POS </w:t>
            </w:r>
            <w:r w:rsidR="006500B1">
              <w:rPr>
                <w:rFonts w:ascii="Times New Roman" w:hAnsi="Times New Roman"/>
                <w:lang w:val="et-EE"/>
              </w:rPr>
              <w:t>1</w:t>
            </w:r>
            <w:r>
              <w:rPr>
                <w:rFonts w:ascii="Times New Roman" w:hAnsi="Times New Roman"/>
                <w:lang w:val="et-EE"/>
              </w:rPr>
              <w:t xml:space="preserve"> </w:t>
            </w:r>
            <w:r w:rsidRPr="00F966B4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2FD72618" w14:textId="6B28BDDC" w:rsidR="00541641" w:rsidRDefault="00541641" w:rsidP="00541641">
            <w:pPr>
              <w:rPr>
                <w:rFonts w:ascii="Times New Roman" w:hAnsi="Times New Roman"/>
              </w:rPr>
            </w:pPr>
            <w:r w:rsidRPr="00EA665A">
              <w:rPr>
                <w:rFonts w:ascii="Times New Roman" w:hAnsi="Times New Roman"/>
                <w:lang w:val="et-EE"/>
              </w:rPr>
              <w:t xml:space="preserve">Ruumikuju andmed: PARI ID  </w:t>
            </w:r>
            <w:r w:rsidRPr="00EA665A">
              <w:rPr>
                <w:rFonts w:ascii="Times New Roman" w:hAnsi="Times New Roman"/>
                <w:color w:val="000000"/>
                <w:spacing w:val="2"/>
                <w:sz w:val="21"/>
                <w:szCs w:val="21"/>
              </w:rPr>
              <w:t xml:space="preserve"> </w:t>
            </w:r>
            <w:r w:rsidR="003F6D96">
              <w:rPr>
                <w:rFonts w:ascii="Times New Roman" w:hAnsi="Times New Roman"/>
              </w:rPr>
              <w:t>10</w:t>
            </w:r>
            <w:r w:rsidR="006500B1">
              <w:rPr>
                <w:rFonts w:ascii="Times New Roman" w:hAnsi="Times New Roman"/>
              </w:rPr>
              <w:t>81542</w:t>
            </w:r>
            <w:r w:rsidR="003F6D96">
              <w:rPr>
                <w:rFonts w:ascii="Times New Roman" w:hAnsi="Times New Roman"/>
              </w:rPr>
              <w:t xml:space="preserve"> </w:t>
            </w:r>
            <w:hyperlink r:id="rId14" w:history="1">
              <w:r w:rsidR="006500B1" w:rsidRPr="00AD6E30">
                <w:rPr>
                  <w:rStyle w:val="Hyperlink"/>
                  <w:rFonts w:ascii="Times New Roman" w:hAnsi="Times New Roman"/>
                </w:rPr>
                <w:t>https://pari.kataster.ee/magic-link/486d5ca8-a5d2-400e-9dc4-3012b52a524a</w:t>
              </w:r>
            </w:hyperlink>
          </w:p>
          <w:p w14:paraId="13A06113" w14:textId="77777777" w:rsidR="007B26A1" w:rsidRPr="000B2E35" w:rsidRDefault="007B26A1" w:rsidP="0038757D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</w:tbl>
    <w:p w14:paraId="1F3BDD1E" w14:textId="77777777" w:rsidR="00B74D4B" w:rsidRPr="007127AD" w:rsidRDefault="00B74D4B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9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6082"/>
      </w:tblGrid>
      <w:tr w:rsidR="00963490" w:rsidRPr="00963490" w14:paraId="6EF6D705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auto"/>
              <w:bottom w:val="single" w:sz="4" w:space="0" w:color="000000"/>
            </w:tcBorders>
          </w:tcPr>
          <w:p w14:paraId="584186F2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64E2E1A1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Elektrilevi OÜ</w:t>
            </w:r>
          </w:p>
        </w:tc>
      </w:tr>
      <w:tr w:rsidR="00963490" w:rsidRPr="00963490" w14:paraId="3D8FD5E2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CC7C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879A7" w14:textId="6F163848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</w:t>
            </w:r>
            <w:r w:rsidR="00C712E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(</w:t>
            </w: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-id</w:t>
            </w:r>
            <w:r w:rsidR="00C712E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)</w:t>
            </w: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</w:tbl>
    <w:p w14:paraId="2A8BF9DA" w14:textId="77777777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0C524329" w14:textId="77777777" w:rsidR="00036BF3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963490">
        <w:rPr>
          <w:rFonts w:ascii="Times New Roman" w:eastAsia="Calibri" w:hAnsi="Times New Roman"/>
          <w:sz w:val="22"/>
          <w:szCs w:val="22"/>
          <w:lang w:val="et-EE"/>
        </w:rPr>
        <w:t>Lugupidamisega</w:t>
      </w:r>
      <w:r w:rsidR="00036BF3">
        <w:rPr>
          <w:rFonts w:ascii="Times New Roman" w:eastAsia="Calibri" w:hAnsi="Times New Roman"/>
          <w:sz w:val="22"/>
          <w:szCs w:val="22"/>
          <w:lang w:val="et-EE"/>
        </w:rPr>
        <w:t>,</w:t>
      </w:r>
      <w:r w:rsidRPr="00963490">
        <w:rPr>
          <w:rFonts w:ascii="Times New Roman" w:eastAsia="Calibri" w:hAnsi="Times New Roman"/>
          <w:sz w:val="22"/>
          <w:szCs w:val="22"/>
          <w:lang w:val="et-EE"/>
        </w:rPr>
        <w:t xml:space="preserve"> </w:t>
      </w:r>
    </w:p>
    <w:p w14:paraId="25753A21" w14:textId="77777777" w:rsidR="00036BF3" w:rsidRDefault="00036BF3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3D2E9533" w14:textId="4AE74600" w:rsidR="00963490" w:rsidRDefault="00C712E9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Kristjan Ott</w:t>
      </w:r>
    </w:p>
    <w:p w14:paraId="6640DDE3" w14:textId="56FCD971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618D4858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041D53FB" w14:textId="3CBBD2F9" w:rsidR="007127AD" w:rsidRPr="007127AD" w:rsidRDefault="00C36E8C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m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 xml:space="preserve">aaõiguse </w:t>
      </w:r>
      <w:r w:rsidR="00C712E9">
        <w:rPr>
          <w:rFonts w:ascii="Times New Roman" w:eastAsia="Calibri" w:hAnsi="Times New Roman"/>
          <w:sz w:val="22"/>
          <w:szCs w:val="22"/>
          <w:lang w:val="et-EE"/>
        </w:rPr>
        <w:t>s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>petsialist</w:t>
      </w:r>
    </w:p>
    <w:p w14:paraId="742B68E5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Elektrilevi OÜ volitatud esindaja volikirja alusel.</w:t>
      </w:r>
    </w:p>
    <w:p w14:paraId="4064198B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16ACDE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DF560C" w14:textId="7BC100D6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</w:p>
    <w:sectPr w:rsidR="000505BA" w:rsidSect="0084078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D803A" w14:textId="77777777" w:rsidR="006A6822" w:rsidRDefault="006A6822">
      <w:r>
        <w:separator/>
      </w:r>
    </w:p>
  </w:endnote>
  <w:endnote w:type="continuationSeparator" w:id="0">
    <w:p w14:paraId="6BDB6FD9" w14:textId="77777777" w:rsidR="006A6822" w:rsidRDefault="006A6822">
      <w:r>
        <w:continuationSeparator/>
      </w:r>
    </w:p>
  </w:endnote>
  <w:endnote w:type="continuationNotice" w:id="1">
    <w:p w14:paraId="38937CA4" w14:textId="77777777" w:rsidR="006A6822" w:rsidRDefault="006A68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535CA" w14:textId="77777777" w:rsidR="006A6822" w:rsidRDefault="006A6822">
      <w:r>
        <w:separator/>
      </w:r>
    </w:p>
  </w:footnote>
  <w:footnote w:type="continuationSeparator" w:id="0">
    <w:p w14:paraId="235EE971" w14:textId="77777777" w:rsidR="006A6822" w:rsidRDefault="006A6822">
      <w:r>
        <w:continuationSeparator/>
      </w:r>
    </w:p>
  </w:footnote>
  <w:footnote w:type="continuationNotice" w:id="1">
    <w:p w14:paraId="0E4C003D" w14:textId="77777777" w:rsidR="006A6822" w:rsidRDefault="006A68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6AB0"/>
    <w:rsid w:val="00007799"/>
    <w:rsid w:val="00020A36"/>
    <w:rsid w:val="00022762"/>
    <w:rsid w:val="00036BF3"/>
    <w:rsid w:val="00037029"/>
    <w:rsid w:val="00043598"/>
    <w:rsid w:val="0004559E"/>
    <w:rsid w:val="00046344"/>
    <w:rsid w:val="000505BA"/>
    <w:rsid w:val="00060DBE"/>
    <w:rsid w:val="000646A2"/>
    <w:rsid w:val="00065054"/>
    <w:rsid w:val="00065E01"/>
    <w:rsid w:val="00067C19"/>
    <w:rsid w:val="0008609B"/>
    <w:rsid w:val="000908D5"/>
    <w:rsid w:val="0009152A"/>
    <w:rsid w:val="00091F39"/>
    <w:rsid w:val="000A661D"/>
    <w:rsid w:val="000B1F81"/>
    <w:rsid w:val="000B417F"/>
    <w:rsid w:val="000B4403"/>
    <w:rsid w:val="000B4850"/>
    <w:rsid w:val="000B57BA"/>
    <w:rsid w:val="000B7177"/>
    <w:rsid w:val="000D48A3"/>
    <w:rsid w:val="000F3E27"/>
    <w:rsid w:val="00102890"/>
    <w:rsid w:val="00103444"/>
    <w:rsid w:val="00104583"/>
    <w:rsid w:val="00111A7D"/>
    <w:rsid w:val="0011775B"/>
    <w:rsid w:val="0013797F"/>
    <w:rsid w:val="00146F8F"/>
    <w:rsid w:val="00155451"/>
    <w:rsid w:val="00162108"/>
    <w:rsid w:val="001719C9"/>
    <w:rsid w:val="00173A13"/>
    <w:rsid w:val="001747DB"/>
    <w:rsid w:val="00176B5D"/>
    <w:rsid w:val="00177D2D"/>
    <w:rsid w:val="001871B2"/>
    <w:rsid w:val="0019253D"/>
    <w:rsid w:val="00194EE7"/>
    <w:rsid w:val="001A275E"/>
    <w:rsid w:val="001A53CB"/>
    <w:rsid w:val="001B0ACF"/>
    <w:rsid w:val="001B2F68"/>
    <w:rsid w:val="001B46D4"/>
    <w:rsid w:val="001C0A3B"/>
    <w:rsid w:val="001D14EF"/>
    <w:rsid w:val="001E0921"/>
    <w:rsid w:val="001E09C8"/>
    <w:rsid w:val="001E2520"/>
    <w:rsid w:val="001E4F95"/>
    <w:rsid w:val="001E686E"/>
    <w:rsid w:val="001F3930"/>
    <w:rsid w:val="002002F0"/>
    <w:rsid w:val="0021186E"/>
    <w:rsid w:val="00215382"/>
    <w:rsid w:val="002157AF"/>
    <w:rsid w:val="00224C62"/>
    <w:rsid w:val="00225172"/>
    <w:rsid w:val="00227AA8"/>
    <w:rsid w:val="00227EE8"/>
    <w:rsid w:val="0023452B"/>
    <w:rsid w:val="002401E8"/>
    <w:rsid w:val="00240960"/>
    <w:rsid w:val="0024234A"/>
    <w:rsid w:val="00251C42"/>
    <w:rsid w:val="00251CBA"/>
    <w:rsid w:val="0026021E"/>
    <w:rsid w:val="0026172F"/>
    <w:rsid w:val="002641F5"/>
    <w:rsid w:val="00266EEB"/>
    <w:rsid w:val="002726A3"/>
    <w:rsid w:val="002732AA"/>
    <w:rsid w:val="00273EF1"/>
    <w:rsid w:val="002935BE"/>
    <w:rsid w:val="002A1036"/>
    <w:rsid w:val="002A18A4"/>
    <w:rsid w:val="002A2B20"/>
    <w:rsid w:val="002A3764"/>
    <w:rsid w:val="002A5626"/>
    <w:rsid w:val="002A5FB1"/>
    <w:rsid w:val="002A61FF"/>
    <w:rsid w:val="002A73A5"/>
    <w:rsid w:val="002B43F1"/>
    <w:rsid w:val="002B7062"/>
    <w:rsid w:val="002C22A3"/>
    <w:rsid w:val="002D45D1"/>
    <w:rsid w:val="002D4D27"/>
    <w:rsid w:val="002D6251"/>
    <w:rsid w:val="002E0EF7"/>
    <w:rsid w:val="002E344F"/>
    <w:rsid w:val="002F07BC"/>
    <w:rsid w:val="002F17E4"/>
    <w:rsid w:val="002F7CB0"/>
    <w:rsid w:val="00300E09"/>
    <w:rsid w:val="0030240C"/>
    <w:rsid w:val="003049D6"/>
    <w:rsid w:val="003073D3"/>
    <w:rsid w:val="0030774F"/>
    <w:rsid w:val="003127FB"/>
    <w:rsid w:val="00316376"/>
    <w:rsid w:val="0033133C"/>
    <w:rsid w:val="00331D8C"/>
    <w:rsid w:val="0033388C"/>
    <w:rsid w:val="003344E3"/>
    <w:rsid w:val="00335CBC"/>
    <w:rsid w:val="00340908"/>
    <w:rsid w:val="00343E7B"/>
    <w:rsid w:val="00344245"/>
    <w:rsid w:val="003452AC"/>
    <w:rsid w:val="00345B55"/>
    <w:rsid w:val="003467AE"/>
    <w:rsid w:val="003504CB"/>
    <w:rsid w:val="003551E2"/>
    <w:rsid w:val="00356E30"/>
    <w:rsid w:val="0035785B"/>
    <w:rsid w:val="00357C22"/>
    <w:rsid w:val="00364003"/>
    <w:rsid w:val="00364590"/>
    <w:rsid w:val="003652BC"/>
    <w:rsid w:val="00365F2B"/>
    <w:rsid w:val="00381AE8"/>
    <w:rsid w:val="00382D66"/>
    <w:rsid w:val="0038757D"/>
    <w:rsid w:val="003A0ECE"/>
    <w:rsid w:val="003B5885"/>
    <w:rsid w:val="003B6B48"/>
    <w:rsid w:val="003B6F35"/>
    <w:rsid w:val="003C0430"/>
    <w:rsid w:val="003C107F"/>
    <w:rsid w:val="003C35F7"/>
    <w:rsid w:val="003D63FD"/>
    <w:rsid w:val="003D782C"/>
    <w:rsid w:val="003E1F15"/>
    <w:rsid w:val="003F5996"/>
    <w:rsid w:val="003F6D96"/>
    <w:rsid w:val="003F7D2C"/>
    <w:rsid w:val="00402D9D"/>
    <w:rsid w:val="00410F15"/>
    <w:rsid w:val="00411223"/>
    <w:rsid w:val="00414466"/>
    <w:rsid w:val="004170C1"/>
    <w:rsid w:val="004256CB"/>
    <w:rsid w:val="00430FA1"/>
    <w:rsid w:val="00431FB9"/>
    <w:rsid w:val="00432C17"/>
    <w:rsid w:val="00435829"/>
    <w:rsid w:val="00436661"/>
    <w:rsid w:val="004373FA"/>
    <w:rsid w:val="004516A1"/>
    <w:rsid w:val="00452971"/>
    <w:rsid w:val="00455E74"/>
    <w:rsid w:val="00470107"/>
    <w:rsid w:val="00477D3F"/>
    <w:rsid w:val="00491AD7"/>
    <w:rsid w:val="0049396A"/>
    <w:rsid w:val="004A7576"/>
    <w:rsid w:val="004C1993"/>
    <w:rsid w:val="004C519D"/>
    <w:rsid w:val="004C5E94"/>
    <w:rsid w:val="004D1D70"/>
    <w:rsid w:val="004E5DD5"/>
    <w:rsid w:val="0050379B"/>
    <w:rsid w:val="00532921"/>
    <w:rsid w:val="00532D2F"/>
    <w:rsid w:val="0053349E"/>
    <w:rsid w:val="00541641"/>
    <w:rsid w:val="005525F7"/>
    <w:rsid w:val="005623AF"/>
    <w:rsid w:val="00566CB9"/>
    <w:rsid w:val="005755DF"/>
    <w:rsid w:val="00581E38"/>
    <w:rsid w:val="00582590"/>
    <w:rsid w:val="00584333"/>
    <w:rsid w:val="00585B08"/>
    <w:rsid w:val="00587211"/>
    <w:rsid w:val="0059529B"/>
    <w:rsid w:val="005A217D"/>
    <w:rsid w:val="005A710F"/>
    <w:rsid w:val="005B1449"/>
    <w:rsid w:val="005B1C18"/>
    <w:rsid w:val="005C16C3"/>
    <w:rsid w:val="005C1966"/>
    <w:rsid w:val="005C24D9"/>
    <w:rsid w:val="005C2D13"/>
    <w:rsid w:val="005C3D4A"/>
    <w:rsid w:val="005C4230"/>
    <w:rsid w:val="005C6BEF"/>
    <w:rsid w:val="005D1655"/>
    <w:rsid w:val="005E3618"/>
    <w:rsid w:val="005F4B87"/>
    <w:rsid w:val="00605B27"/>
    <w:rsid w:val="006135BE"/>
    <w:rsid w:val="00615EB0"/>
    <w:rsid w:val="00625192"/>
    <w:rsid w:val="0062642C"/>
    <w:rsid w:val="00627953"/>
    <w:rsid w:val="00630254"/>
    <w:rsid w:val="0063780B"/>
    <w:rsid w:val="00641E1F"/>
    <w:rsid w:val="00642088"/>
    <w:rsid w:val="00643BDB"/>
    <w:rsid w:val="0064619A"/>
    <w:rsid w:val="006466E4"/>
    <w:rsid w:val="006500B1"/>
    <w:rsid w:val="00653BFB"/>
    <w:rsid w:val="00653C57"/>
    <w:rsid w:val="00655212"/>
    <w:rsid w:val="00657B6F"/>
    <w:rsid w:val="0066463C"/>
    <w:rsid w:val="00667F45"/>
    <w:rsid w:val="006736DE"/>
    <w:rsid w:val="00675C5F"/>
    <w:rsid w:val="00675C6D"/>
    <w:rsid w:val="006861F8"/>
    <w:rsid w:val="00687027"/>
    <w:rsid w:val="00693871"/>
    <w:rsid w:val="006A1F05"/>
    <w:rsid w:val="006A27A9"/>
    <w:rsid w:val="006A6822"/>
    <w:rsid w:val="006B28B7"/>
    <w:rsid w:val="006B5553"/>
    <w:rsid w:val="006B6470"/>
    <w:rsid w:val="006B79A8"/>
    <w:rsid w:val="006C1103"/>
    <w:rsid w:val="006E048F"/>
    <w:rsid w:val="006E49AA"/>
    <w:rsid w:val="006F595A"/>
    <w:rsid w:val="00704301"/>
    <w:rsid w:val="0070500B"/>
    <w:rsid w:val="00710AE7"/>
    <w:rsid w:val="007127AD"/>
    <w:rsid w:val="00720856"/>
    <w:rsid w:val="007226A0"/>
    <w:rsid w:val="007341D1"/>
    <w:rsid w:val="00734B0C"/>
    <w:rsid w:val="00740344"/>
    <w:rsid w:val="00754EAC"/>
    <w:rsid w:val="00754F94"/>
    <w:rsid w:val="00755DE3"/>
    <w:rsid w:val="00757CE6"/>
    <w:rsid w:val="0076145D"/>
    <w:rsid w:val="00762288"/>
    <w:rsid w:val="00765D62"/>
    <w:rsid w:val="00765ED3"/>
    <w:rsid w:val="0077377F"/>
    <w:rsid w:val="007816BC"/>
    <w:rsid w:val="00782839"/>
    <w:rsid w:val="0078515B"/>
    <w:rsid w:val="007870BE"/>
    <w:rsid w:val="00793457"/>
    <w:rsid w:val="0079645A"/>
    <w:rsid w:val="007A1D69"/>
    <w:rsid w:val="007B26A1"/>
    <w:rsid w:val="007C6F7A"/>
    <w:rsid w:val="007D457F"/>
    <w:rsid w:val="007E7FBC"/>
    <w:rsid w:val="007F2810"/>
    <w:rsid w:val="007F5D8E"/>
    <w:rsid w:val="00805580"/>
    <w:rsid w:val="00812A56"/>
    <w:rsid w:val="00813EF1"/>
    <w:rsid w:val="00820D09"/>
    <w:rsid w:val="00822BB5"/>
    <w:rsid w:val="0082604D"/>
    <w:rsid w:val="00827163"/>
    <w:rsid w:val="0083015A"/>
    <w:rsid w:val="0083430B"/>
    <w:rsid w:val="00834E7B"/>
    <w:rsid w:val="008378CA"/>
    <w:rsid w:val="00840780"/>
    <w:rsid w:val="008520DE"/>
    <w:rsid w:val="00860269"/>
    <w:rsid w:val="0086205E"/>
    <w:rsid w:val="008630EF"/>
    <w:rsid w:val="00865E68"/>
    <w:rsid w:val="008753E8"/>
    <w:rsid w:val="008759E3"/>
    <w:rsid w:val="00886F46"/>
    <w:rsid w:val="00896545"/>
    <w:rsid w:val="00896568"/>
    <w:rsid w:val="008A6F55"/>
    <w:rsid w:val="008B0AB4"/>
    <w:rsid w:val="008C4DA3"/>
    <w:rsid w:val="008C5B01"/>
    <w:rsid w:val="008D2D2A"/>
    <w:rsid w:val="008D3667"/>
    <w:rsid w:val="008D74B5"/>
    <w:rsid w:val="008F2A05"/>
    <w:rsid w:val="008F47F1"/>
    <w:rsid w:val="00901C1A"/>
    <w:rsid w:val="0091258F"/>
    <w:rsid w:val="00912BDF"/>
    <w:rsid w:val="0091425C"/>
    <w:rsid w:val="00924ED0"/>
    <w:rsid w:val="009303BE"/>
    <w:rsid w:val="00930BE5"/>
    <w:rsid w:val="00933269"/>
    <w:rsid w:val="009408B3"/>
    <w:rsid w:val="0094347A"/>
    <w:rsid w:val="00950164"/>
    <w:rsid w:val="00953D1F"/>
    <w:rsid w:val="00962A66"/>
    <w:rsid w:val="00963440"/>
    <w:rsid w:val="00963490"/>
    <w:rsid w:val="00964593"/>
    <w:rsid w:val="00987E89"/>
    <w:rsid w:val="00992B14"/>
    <w:rsid w:val="00992E6A"/>
    <w:rsid w:val="009A0457"/>
    <w:rsid w:val="009A13C1"/>
    <w:rsid w:val="009A6455"/>
    <w:rsid w:val="009B2A88"/>
    <w:rsid w:val="009B40DF"/>
    <w:rsid w:val="009C3F02"/>
    <w:rsid w:val="009D38F3"/>
    <w:rsid w:val="009D3981"/>
    <w:rsid w:val="009D6ED0"/>
    <w:rsid w:val="009E181A"/>
    <w:rsid w:val="00A00C47"/>
    <w:rsid w:val="00A07ACE"/>
    <w:rsid w:val="00A1248E"/>
    <w:rsid w:val="00A17E2A"/>
    <w:rsid w:val="00A2046F"/>
    <w:rsid w:val="00A2096E"/>
    <w:rsid w:val="00A20B1D"/>
    <w:rsid w:val="00A23077"/>
    <w:rsid w:val="00A27416"/>
    <w:rsid w:val="00A33A60"/>
    <w:rsid w:val="00A43A3D"/>
    <w:rsid w:val="00A4450A"/>
    <w:rsid w:val="00A46E76"/>
    <w:rsid w:val="00A565AC"/>
    <w:rsid w:val="00A574DF"/>
    <w:rsid w:val="00A63477"/>
    <w:rsid w:val="00A649D1"/>
    <w:rsid w:val="00A65739"/>
    <w:rsid w:val="00A67711"/>
    <w:rsid w:val="00A8345B"/>
    <w:rsid w:val="00A837AB"/>
    <w:rsid w:val="00A8673B"/>
    <w:rsid w:val="00A910B1"/>
    <w:rsid w:val="00A96312"/>
    <w:rsid w:val="00AB1DEF"/>
    <w:rsid w:val="00AB1E1D"/>
    <w:rsid w:val="00AE1639"/>
    <w:rsid w:val="00AE238D"/>
    <w:rsid w:val="00AE6B50"/>
    <w:rsid w:val="00AF07A8"/>
    <w:rsid w:val="00AF0CF6"/>
    <w:rsid w:val="00AF5AFC"/>
    <w:rsid w:val="00AF6389"/>
    <w:rsid w:val="00B003A7"/>
    <w:rsid w:val="00B0111F"/>
    <w:rsid w:val="00B017CD"/>
    <w:rsid w:val="00B05AE2"/>
    <w:rsid w:val="00B30994"/>
    <w:rsid w:val="00B33B98"/>
    <w:rsid w:val="00B4021D"/>
    <w:rsid w:val="00B428E8"/>
    <w:rsid w:val="00B46B8F"/>
    <w:rsid w:val="00B4712E"/>
    <w:rsid w:val="00B61872"/>
    <w:rsid w:val="00B709C2"/>
    <w:rsid w:val="00B72E9F"/>
    <w:rsid w:val="00B74376"/>
    <w:rsid w:val="00B74D4B"/>
    <w:rsid w:val="00B845CE"/>
    <w:rsid w:val="00B872F4"/>
    <w:rsid w:val="00B91B48"/>
    <w:rsid w:val="00BA13FD"/>
    <w:rsid w:val="00BA3B23"/>
    <w:rsid w:val="00BA66A4"/>
    <w:rsid w:val="00BA75D5"/>
    <w:rsid w:val="00BB6882"/>
    <w:rsid w:val="00BB7AD2"/>
    <w:rsid w:val="00BC0F91"/>
    <w:rsid w:val="00BD14A4"/>
    <w:rsid w:val="00BE45AA"/>
    <w:rsid w:val="00BF0E4C"/>
    <w:rsid w:val="00BF4038"/>
    <w:rsid w:val="00BF5392"/>
    <w:rsid w:val="00C0020C"/>
    <w:rsid w:val="00C01046"/>
    <w:rsid w:val="00C02D56"/>
    <w:rsid w:val="00C12E95"/>
    <w:rsid w:val="00C14ACD"/>
    <w:rsid w:val="00C22BBE"/>
    <w:rsid w:val="00C24E52"/>
    <w:rsid w:val="00C26AB8"/>
    <w:rsid w:val="00C26BE7"/>
    <w:rsid w:val="00C33F38"/>
    <w:rsid w:val="00C34030"/>
    <w:rsid w:val="00C36E8C"/>
    <w:rsid w:val="00C370CD"/>
    <w:rsid w:val="00C473E5"/>
    <w:rsid w:val="00C526F5"/>
    <w:rsid w:val="00C53640"/>
    <w:rsid w:val="00C564AB"/>
    <w:rsid w:val="00C57ECE"/>
    <w:rsid w:val="00C709DF"/>
    <w:rsid w:val="00C712AC"/>
    <w:rsid w:val="00C712E9"/>
    <w:rsid w:val="00C775C8"/>
    <w:rsid w:val="00C85B17"/>
    <w:rsid w:val="00C86912"/>
    <w:rsid w:val="00C86C12"/>
    <w:rsid w:val="00C86E8D"/>
    <w:rsid w:val="00C91854"/>
    <w:rsid w:val="00C94341"/>
    <w:rsid w:val="00C95ABD"/>
    <w:rsid w:val="00C966E8"/>
    <w:rsid w:val="00CA4C43"/>
    <w:rsid w:val="00CB0FEA"/>
    <w:rsid w:val="00CB11F6"/>
    <w:rsid w:val="00CB31D7"/>
    <w:rsid w:val="00CC5435"/>
    <w:rsid w:val="00CD032B"/>
    <w:rsid w:val="00CD0C92"/>
    <w:rsid w:val="00CD2494"/>
    <w:rsid w:val="00CE4916"/>
    <w:rsid w:val="00CE5616"/>
    <w:rsid w:val="00CE6E1D"/>
    <w:rsid w:val="00CF3546"/>
    <w:rsid w:val="00CF5F86"/>
    <w:rsid w:val="00D00B63"/>
    <w:rsid w:val="00D0223D"/>
    <w:rsid w:val="00D100C4"/>
    <w:rsid w:val="00D106E6"/>
    <w:rsid w:val="00D14728"/>
    <w:rsid w:val="00D25D80"/>
    <w:rsid w:val="00D30B1A"/>
    <w:rsid w:val="00D343E0"/>
    <w:rsid w:val="00D350E3"/>
    <w:rsid w:val="00D4181C"/>
    <w:rsid w:val="00D4327F"/>
    <w:rsid w:val="00D43382"/>
    <w:rsid w:val="00D4458D"/>
    <w:rsid w:val="00D52A56"/>
    <w:rsid w:val="00D56E9B"/>
    <w:rsid w:val="00D5799E"/>
    <w:rsid w:val="00D72CD7"/>
    <w:rsid w:val="00D76435"/>
    <w:rsid w:val="00D7775D"/>
    <w:rsid w:val="00D77FE1"/>
    <w:rsid w:val="00D8006E"/>
    <w:rsid w:val="00D81A71"/>
    <w:rsid w:val="00D821F8"/>
    <w:rsid w:val="00D879EE"/>
    <w:rsid w:val="00D902BD"/>
    <w:rsid w:val="00DA0586"/>
    <w:rsid w:val="00DA4FD5"/>
    <w:rsid w:val="00DA7CDA"/>
    <w:rsid w:val="00DB14F4"/>
    <w:rsid w:val="00DB17D9"/>
    <w:rsid w:val="00DB5A51"/>
    <w:rsid w:val="00DB742D"/>
    <w:rsid w:val="00DC15B9"/>
    <w:rsid w:val="00DC25F8"/>
    <w:rsid w:val="00DC27F1"/>
    <w:rsid w:val="00DC4966"/>
    <w:rsid w:val="00DD1708"/>
    <w:rsid w:val="00DD4DD6"/>
    <w:rsid w:val="00DF0058"/>
    <w:rsid w:val="00DF283A"/>
    <w:rsid w:val="00DF2D6D"/>
    <w:rsid w:val="00DF3E13"/>
    <w:rsid w:val="00E012B8"/>
    <w:rsid w:val="00E0231B"/>
    <w:rsid w:val="00E034F5"/>
    <w:rsid w:val="00E04976"/>
    <w:rsid w:val="00E04B78"/>
    <w:rsid w:val="00E12D42"/>
    <w:rsid w:val="00E2366F"/>
    <w:rsid w:val="00E23C4F"/>
    <w:rsid w:val="00E27A09"/>
    <w:rsid w:val="00E35D89"/>
    <w:rsid w:val="00E366A1"/>
    <w:rsid w:val="00E3783E"/>
    <w:rsid w:val="00E42373"/>
    <w:rsid w:val="00E43B45"/>
    <w:rsid w:val="00E47970"/>
    <w:rsid w:val="00E5525E"/>
    <w:rsid w:val="00E61ADD"/>
    <w:rsid w:val="00E6200E"/>
    <w:rsid w:val="00E77E3A"/>
    <w:rsid w:val="00E9115C"/>
    <w:rsid w:val="00E95ED1"/>
    <w:rsid w:val="00EB2D3D"/>
    <w:rsid w:val="00EB5167"/>
    <w:rsid w:val="00EB79F8"/>
    <w:rsid w:val="00EB7E1A"/>
    <w:rsid w:val="00EC15EB"/>
    <w:rsid w:val="00EC1795"/>
    <w:rsid w:val="00EC6F44"/>
    <w:rsid w:val="00ED26F8"/>
    <w:rsid w:val="00ED393F"/>
    <w:rsid w:val="00EE1352"/>
    <w:rsid w:val="00EF0689"/>
    <w:rsid w:val="00EF56E3"/>
    <w:rsid w:val="00F05A6A"/>
    <w:rsid w:val="00F23CB1"/>
    <w:rsid w:val="00F30F4E"/>
    <w:rsid w:val="00F36373"/>
    <w:rsid w:val="00F36C54"/>
    <w:rsid w:val="00F400F4"/>
    <w:rsid w:val="00F440BD"/>
    <w:rsid w:val="00F50474"/>
    <w:rsid w:val="00F55A60"/>
    <w:rsid w:val="00F629CC"/>
    <w:rsid w:val="00F6678C"/>
    <w:rsid w:val="00F67A7C"/>
    <w:rsid w:val="00F75059"/>
    <w:rsid w:val="00F807EA"/>
    <w:rsid w:val="00F84A7C"/>
    <w:rsid w:val="00F8649D"/>
    <w:rsid w:val="00F87519"/>
    <w:rsid w:val="00F949DC"/>
    <w:rsid w:val="00F94E63"/>
    <w:rsid w:val="00F9746F"/>
    <w:rsid w:val="00FA0448"/>
    <w:rsid w:val="00FA13F3"/>
    <w:rsid w:val="00FA395B"/>
    <w:rsid w:val="00FA4C83"/>
    <w:rsid w:val="00FB0C46"/>
    <w:rsid w:val="00FB2E10"/>
    <w:rsid w:val="00FB31D7"/>
    <w:rsid w:val="00FC0064"/>
    <w:rsid w:val="00FD1C24"/>
    <w:rsid w:val="00FD2413"/>
    <w:rsid w:val="00FD4C31"/>
    <w:rsid w:val="00FD5FA8"/>
    <w:rsid w:val="00FD6116"/>
    <w:rsid w:val="00FE138E"/>
    <w:rsid w:val="00FE25F5"/>
    <w:rsid w:val="00FE6B34"/>
    <w:rsid w:val="00FE795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10586">
          <w:marLeft w:val="0"/>
          <w:marRight w:val="3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596">
          <w:marLeft w:val="0"/>
          <w:marRight w:val="3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f551b770-b4e6-4f82-89c8-87c1b23dc216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kristjan.ott@elektrilevi.e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486d5ca8-a5d2-400e-9dc4-3012b52a524a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14</TotalTime>
  <Pages>2</Pages>
  <Words>200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Kristjan Ott</cp:lastModifiedBy>
  <cp:revision>3</cp:revision>
  <cp:lastPrinted>2025-04-15T10:05:00Z</cp:lastPrinted>
  <dcterms:created xsi:type="dcterms:W3CDTF">2026-02-23T07:44:00Z</dcterms:created>
  <dcterms:modified xsi:type="dcterms:W3CDTF">2026-02-23T07:47:00Z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